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F752CC" w:rsidRDefault="007F209B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(1)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2446"/>
      </w:tblGrid>
      <w:tr w:rsidR="007F209B" w:rsidTr="007F209B">
        <w:trPr>
          <w:trHeight w:val="2452"/>
        </w:trPr>
        <w:tc>
          <w:tcPr>
            <w:tcW w:w="2440" w:type="dxa"/>
          </w:tcPr>
          <w:tbl>
            <w:tblPr>
              <w:tblStyle w:val="Grilledutableau"/>
              <w:tblW w:w="0" w:type="auto"/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F752CC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640869</wp:posOffset>
                      </wp:positionH>
                      <wp:positionV relativeFrom="paragraph">
                        <wp:posOffset>-575945</wp:posOffset>
                      </wp:positionV>
                      <wp:extent cx="149444" cy="1343024"/>
                      <wp:effectExtent l="0" t="6032" r="16192" b="92393"/>
                      <wp:wrapNone/>
                      <wp:docPr id="1" name="Accolade ferman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9444" cy="1343024"/>
                              </a:xfrm>
                              <a:prstGeom prst="rightBrace">
                                <a:avLst>
                                  <a:gd name="adj1" fmla="val 63062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802E01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ccolade fermante 1" o:spid="_x0000_s1026" type="#_x0000_t88" style="position:absolute;margin-left:50.45pt;margin-top:-45.35pt;width:11.75pt;height:105.75pt;rotation: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" adj="1516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:rsidR="007F209B" w:rsidRPr="00F752CC" w:rsidRDefault="00F752CC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            </w:t>
            </w:r>
            <w:r w:rsidRPr="00F752CC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441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7F209B" w:rsidTr="007F209B">
              <w:trPr>
                <w:trHeight w:hRule="exact" w:val="207"/>
              </w:trPr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7F209B" w:rsidRDefault="007F209B" w:rsidP="007F209B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7F209B" w:rsidRDefault="007F209B">
            <w:pPr>
              <w:rPr>
                <w:rFonts w:ascii="Arial" w:hAnsi="Arial" w:cs="Arial"/>
                <w:sz w:val="28"/>
              </w:rPr>
            </w:pPr>
          </w:p>
        </w:tc>
      </w:tr>
    </w:tbl>
    <w:p w:rsidR="00142B29" w:rsidRDefault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</w:t>
      </w:r>
      <w:r w:rsidR="00142B29">
        <w:rPr>
          <w:rFonts w:ascii="Arial" w:hAnsi="Arial" w:cs="Arial"/>
          <w:sz w:val="28"/>
        </w:rPr>
        <w:t>ombien représente la partie coloriée en gris ?</w:t>
      </w:r>
    </w:p>
    <w:p w:rsidR="00142B29" w:rsidRDefault="00142B2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d’une fraction décimale : ….</w:t>
      </w:r>
    </w:p>
    <w:p w:rsidR="00142B29" w:rsidRDefault="00142B2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 nombre décimal : ….</w:t>
      </w:r>
    </w:p>
    <w:p w:rsidR="007F209B" w:rsidRDefault="007F209B">
      <w:pPr>
        <w:rPr>
          <w:rFonts w:ascii="Arial" w:hAnsi="Arial" w:cs="Arial"/>
          <w:sz w:val="28"/>
        </w:rPr>
      </w:pPr>
    </w:p>
    <w:p w:rsidR="00F752CC" w:rsidRPr="00F752CC" w:rsidRDefault="00F752CC" w:rsidP="00F752CC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</w:t>
      </w:r>
      <w:r w:rsidRPr="00F752CC">
        <w:rPr>
          <w:rFonts w:ascii="Arial" w:hAnsi="Arial" w:cs="Arial"/>
          <w:b/>
          <w:sz w:val="28"/>
        </w:rPr>
        <w:t>2</w:t>
      </w:r>
      <w:r w:rsidRPr="00F752CC">
        <w:rPr>
          <w:rFonts w:ascii="Arial" w:hAnsi="Arial" w:cs="Arial"/>
          <w:b/>
          <w:sz w:val="28"/>
        </w:rPr>
        <w:t>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2446"/>
        <w:gridCol w:w="2446"/>
      </w:tblGrid>
      <w:tr w:rsidR="00F752CC" w:rsidTr="00F752CC">
        <w:trPr>
          <w:trHeight w:val="2452"/>
        </w:trPr>
        <w:tc>
          <w:tcPr>
            <w:tcW w:w="2446" w:type="dxa"/>
          </w:tcPr>
          <w:tbl>
            <w:tblPr>
              <w:tblStyle w:val="Grilledutableau"/>
              <w:tblW w:w="0" w:type="auto"/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B1FCEB" wp14:editId="6E409CAF">
                      <wp:simplePos x="0" y="0"/>
                      <wp:positionH relativeFrom="column">
                        <wp:posOffset>640869</wp:posOffset>
                      </wp:positionH>
                      <wp:positionV relativeFrom="paragraph">
                        <wp:posOffset>-575945</wp:posOffset>
                      </wp:positionV>
                      <wp:extent cx="149444" cy="1343024"/>
                      <wp:effectExtent l="0" t="6032" r="16192" b="92393"/>
                      <wp:wrapNone/>
                      <wp:docPr id="2" name="Accolade ferman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9444" cy="1343024"/>
                              </a:xfrm>
                              <a:prstGeom prst="rightBrace">
                                <a:avLst>
                                  <a:gd name="adj1" fmla="val 63062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93F5D" id="Accolade fermante 2" o:spid="_x0000_s1026" type="#_x0000_t88" style="position:absolute;margin-left:50.45pt;margin-top:-45.35pt;width:11.75pt;height:105.75pt;rotation:90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" adj="1516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:rsidR="00F752CC" w:rsidRPr="00F752CC" w:rsidRDefault="00F752CC" w:rsidP="00D54C38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            </w:t>
            </w:r>
            <w:r w:rsidRPr="00F752CC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446" w:type="dxa"/>
          </w:tcPr>
          <w:tbl>
            <w:tblPr>
              <w:tblStyle w:val="Grilledutableau"/>
              <w:tblW w:w="0" w:type="auto"/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F752CC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4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F752CC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F752CC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F752CC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F752CC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F752CC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rPr>
                <w:rFonts w:ascii="Arial" w:hAnsi="Arial" w:cs="Arial"/>
                <w:sz w:val="28"/>
              </w:rPr>
            </w:pPr>
          </w:p>
        </w:tc>
      </w:tr>
    </w:tbl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représente la partie coloriée en gris ?</w:t>
      </w:r>
    </w:p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d’une fraction décimale : ….</w:t>
      </w:r>
    </w:p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 nombre décimal : ….</w:t>
      </w:r>
    </w:p>
    <w:p w:rsidR="00F752CC" w:rsidRPr="00F752CC" w:rsidRDefault="00F752CC" w:rsidP="00F752CC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(1)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2446"/>
      </w:tblGrid>
      <w:tr w:rsidR="00F752CC" w:rsidTr="00D54C38">
        <w:trPr>
          <w:trHeight w:val="2452"/>
        </w:trPr>
        <w:tc>
          <w:tcPr>
            <w:tcW w:w="2440" w:type="dxa"/>
          </w:tcPr>
          <w:tbl>
            <w:tblPr>
              <w:tblStyle w:val="Grilledutableau"/>
              <w:tblW w:w="0" w:type="auto"/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F87E97" wp14:editId="431D5CDE">
                      <wp:simplePos x="0" y="0"/>
                      <wp:positionH relativeFrom="column">
                        <wp:posOffset>640869</wp:posOffset>
                      </wp:positionH>
                      <wp:positionV relativeFrom="paragraph">
                        <wp:posOffset>-575945</wp:posOffset>
                      </wp:positionV>
                      <wp:extent cx="149444" cy="1343024"/>
                      <wp:effectExtent l="0" t="6032" r="16192" b="92393"/>
                      <wp:wrapNone/>
                      <wp:docPr id="3" name="Accolade fermant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9444" cy="1343024"/>
                              </a:xfrm>
                              <a:prstGeom prst="rightBrace">
                                <a:avLst>
                                  <a:gd name="adj1" fmla="val 63062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89CA2" id="Accolade fermante 3" o:spid="_x0000_s1026" type="#_x0000_t88" style="position:absolute;margin-left:50.45pt;margin-top:-45.35pt;width:11.75pt;height:105.75pt;rotation:90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" adj="1516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:rsidR="00F752CC" w:rsidRPr="00F752CC" w:rsidRDefault="00F752CC" w:rsidP="00D54C38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            </w:t>
            </w:r>
            <w:r w:rsidRPr="00F752CC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441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rPr>
                <w:rFonts w:ascii="Arial" w:hAnsi="Arial" w:cs="Arial"/>
                <w:sz w:val="28"/>
              </w:rPr>
            </w:pPr>
          </w:p>
        </w:tc>
      </w:tr>
    </w:tbl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représente la partie coloriée en gris ?</w:t>
      </w:r>
    </w:p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d’une fraction décimale : ….</w:t>
      </w:r>
    </w:p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 nombre décimal : ….</w:t>
      </w:r>
    </w:p>
    <w:p w:rsidR="00F752CC" w:rsidRDefault="00F752CC" w:rsidP="00F752CC">
      <w:pPr>
        <w:rPr>
          <w:rFonts w:ascii="Arial" w:hAnsi="Arial" w:cs="Arial"/>
          <w:sz w:val="28"/>
        </w:rPr>
      </w:pPr>
    </w:p>
    <w:p w:rsidR="00F752CC" w:rsidRPr="00F752CC" w:rsidRDefault="00F752CC" w:rsidP="00F752CC">
      <w:pPr>
        <w:rPr>
          <w:rFonts w:ascii="Arial" w:hAnsi="Arial" w:cs="Arial"/>
          <w:b/>
          <w:sz w:val="28"/>
        </w:rPr>
      </w:pPr>
      <w:r w:rsidRPr="00F752CC">
        <w:rPr>
          <w:rFonts w:ascii="Arial" w:hAnsi="Arial" w:cs="Arial"/>
          <w:b/>
          <w:sz w:val="28"/>
        </w:rPr>
        <w:t>Exercice fractions (2)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6"/>
        <w:gridCol w:w="2446"/>
        <w:gridCol w:w="2446"/>
      </w:tblGrid>
      <w:tr w:rsidR="00F752CC" w:rsidTr="00D54C38">
        <w:trPr>
          <w:trHeight w:val="2452"/>
        </w:trPr>
        <w:tc>
          <w:tcPr>
            <w:tcW w:w="2446" w:type="dxa"/>
          </w:tcPr>
          <w:tbl>
            <w:tblPr>
              <w:tblStyle w:val="Grilledutableau"/>
              <w:tblW w:w="0" w:type="auto"/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spacing w:after="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8808DB5" wp14:editId="56C94985">
                      <wp:simplePos x="0" y="0"/>
                      <wp:positionH relativeFrom="column">
                        <wp:posOffset>640869</wp:posOffset>
                      </wp:positionH>
                      <wp:positionV relativeFrom="paragraph">
                        <wp:posOffset>-575945</wp:posOffset>
                      </wp:positionV>
                      <wp:extent cx="149444" cy="1343024"/>
                      <wp:effectExtent l="0" t="6032" r="16192" b="92393"/>
                      <wp:wrapNone/>
                      <wp:docPr id="4" name="Accolade ferman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49444" cy="1343024"/>
                              </a:xfrm>
                              <a:prstGeom prst="rightBrace">
                                <a:avLst>
                                  <a:gd name="adj1" fmla="val 63062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53B2F7" id="Accolade fermante 4" o:spid="_x0000_s1026" type="#_x0000_t88" style="position:absolute;margin-left:50.45pt;margin-top:-45.35pt;width:11.75pt;height:105.75pt;rotation:9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" adj="1516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:rsidR="00F752CC" w:rsidRPr="00F752CC" w:rsidRDefault="00F752CC" w:rsidP="00D54C38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            </w:t>
            </w:r>
            <w:r w:rsidRPr="00F752CC">
              <w:rPr>
                <w:rFonts w:ascii="Arial" w:hAnsi="Arial" w:cs="Arial"/>
                <w:b/>
                <w:sz w:val="28"/>
              </w:rPr>
              <w:t>1</w:t>
            </w:r>
          </w:p>
        </w:tc>
        <w:tc>
          <w:tcPr>
            <w:tcW w:w="2446" w:type="dxa"/>
          </w:tcPr>
          <w:tbl>
            <w:tblPr>
              <w:tblStyle w:val="Grilledutableau"/>
              <w:tblW w:w="0" w:type="auto"/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44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  <w:shd w:val="clear" w:color="auto" w:fill="A6A6A6" w:themeFill="background1" w:themeFillShade="A6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  <w:tr w:rsidR="00F752CC" w:rsidTr="00D54C38">
              <w:trPr>
                <w:trHeight w:hRule="exact" w:val="207"/>
              </w:trPr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  <w:tc>
                <w:tcPr>
                  <w:tcW w:w="214" w:type="dxa"/>
                </w:tcPr>
                <w:p w:rsidR="00F752CC" w:rsidRDefault="00F752CC" w:rsidP="00D54C38">
                  <w:pPr>
                    <w:rPr>
                      <w:rFonts w:ascii="Arial" w:hAnsi="Arial" w:cs="Arial"/>
                      <w:sz w:val="28"/>
                    </w:rPr>
                  </w:pPr>
                </w:p>
              </w:tc>
            </w:tr>
          </w:tbl>
          <w:p w:rsidR="00F752CC" w:rsidRDefault="00F752CC" w:rsidP="00D54C38">
            <w:pPr>
              <w:rPr>
                <w:rFonts w:ascii="Arial" w:hAnsi="Arial" w:cs="Arial"/>
                <w:sz w:val="28"/>
              </w:rPr>
            </w:pPr>
          </w:p>
        </w:tc>
      </w:tr>
    </w:tbl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représente la partie coloriée en gris ?</w:t>
      </w:r>
    </w:p>
    <w:p w:rsidR="00F752CC" w:rsidRDefault="00F752CC" w:rsidP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d’une fraction décimale : ….</w:t>
      </w:r>
    </w:p>
    <w:p w:rsidR="00F752CC" w:rsidRDefault="00F752C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sous la forme d’un nombre décimal : ….</w:t>
      </w:r>
      <w:bookmarkStart w:id="0" w:name="_GoBack"/>
      <w:bookmarkEnd w:id="0"/>
    </w:p>
    <w:sectPr w:rsidR="00F752CC" w:rsidSect="007F209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9B"/>
    <w:rsid w:val="00142B29"/>
    <w:rsid w:val="00160BB9"/>
    <w:rsid w:val="001D645B"/>
    <w:rsid w:val="005175A3"/>
    <w:rsid w:val="005F7238"/>
    <w:rsid w:val="007E024D"/>
    <w:rsid w:val="007F209B"/>
    <w:rsid w:val="00E41624"/>
    <w:rsid w:val="00F7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6F1E3-A9ED-439C-A382-D21AB1C36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20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14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2017-04-19T19:43:00Z</dcterms:created>
  <dcterms:modified xsi:type="dcterms:W3CDTF">2017-04-19T19:57:00Z</dcterms:modified>
</cp:coreProperties>
</file>